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C2" w:rsidRPr="00901B53" w:rsidRDefault="005B38A1" w:rsidP="0008786E">
      <w:pPr>
        <w:spacing w:after="0" w:line="240" w:lineRule="auto"/>
        <w:jc w:val="center"/>
        <w:rPr>
          <w:b/>
          <w:noProof/>
          <w:sz w:val="22"/>
        </w:rPr>
      </w:pPr>
      <w:r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</w:t>
      </w:r>
      <w:r w:rsidR="00947836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 ………….., DIČ: ………….., zapsaná v obchodním rejstříku vedeném …………. soudem v ………, oddíl …, vložka 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 xml:space="preserve">Správu </w:t>
      </w:r>
      <w:r w:rsidR="003B4123">
        <w:rPr>
          <w:rFonts w:eastAsia="Times New Roman"/>
          <w:b/>
          <w:bCs/>
          <w:lang w:eastAsia="cs-CZ"/>
        </w:rPr>
        <w:t>železnic</w:t>
      </w:r>
      <w:r w:rsidRPr="00901B53">
        <w:rPr>
          <w:rFonts w:eastAsia="Times New Roman"/>
          <w:b/>
          <w:bCs/>
          <w:lang w:eastAsia="cs-CZ"/>
        </w:rPr>
        <w:t>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oddíl A, vložka 48384, IČ: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Pr="00901B53" w:rsidRDefault="00C55385" w:rsidP="001E69D1">
      <w:pPr>
        <w:spacing w:before="120" w:after="0" w:line="240" w:lineRule="auto"/>
        <w:jc w:val="center"/>
        <w:rPr>
          <w:rFonts w:eastAsia="Times New Roman"/>
          <w:lang w:eastAsia="cs-CZ"/>
        </w:rPr>
      </w:pPr>
      <w:r>
        <w:rPr>
          <w:rFonts w:cs="Arial"/>
          <w:b/>
        </w:rPr>
        <w:t>„</w:t>
      </w:r>
      <w:r w:rsidR="001E69D1">
        <w:rPr>
          <w:rFonts w:cs="Arial"/>
          <w:b/>
        </w:rPr>
        <w:t>Rekonstrukce v</w:t>
      </w:r>
      <w:r w:rsidR="00AA59B5">
        <w:rPr>
          <w:rFonts w:cs="Arial"/>
          <w:b/>
        </w:rPr>
        <w:t>ýpravní budovy v</w:t>
      </w:r>
      <w:r w:rsidR="001E69D1">
        <w:rPr>
          <w:rFonts w:cs="Arial"/>
          <w:b/>
        </w:rPr>
        <w:t> žst. Beroun</w:t>
      </w:r>
      <w:r>
        <w:rPr>
          <w:rFonts w:cs="Arial"/>
          <w:b/>
        </w:rPr>
        <w:t>“</w:t>
      </w:r>
    </w:p>
    <w:p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Tuto plnou moc vydávám na základě „Podpisového řádu“ a mého pověření č. 2448 ze dne 2. 5. 2018 vydaného generálním ředitelem </w:t>
      </w:r>
      <w:r w:rsidR="00BB6FF0">
        <w:rPr>
          <w:rFonts w:eastAsia="Times New Roman"/>
          <w:lang w:eastAsia="cs-CZ"/>
        </w:rPr>
        <w:t>Správy železnic</w:t>
      </w:r>
      <w:r w:rsidRPr="00901B53">
        <w:rPr>
          <w:rFonts w:eastAsia="Times New Roman"/>
          <w:lang w:eastAsia="cs-CZ"/>
        </w:rPr>
        <w:t>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0E9" w:rsidRDefault="005820E9" w:rsidP="00962258">
      <w:pPr>
        <w:spacing w:after="0" w:line="240" w:lineRule="auto"/>
      </w:pPr>
      <w:r>
        <w:separator/>
      </w:r>
    </w:p>
  </w:endnote>
  <w:endnote w:type="continuationSeparator" w:id="0">
    <w:p w:rsidR="005820E9" w:rsidRDefault="005820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959" w:rsidRDefault="0033395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167981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167981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5820E9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3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395AD3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395AD3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0A5C23" w:rsidP="00460660">
          <w:pPr>
            <w:pStyle w:val="Zpat"/>
          </w:pPr>
          <w:r>
            <w:t>Správa železnic</w:t>
          </w:r>
          <w:r w:rsidR="00F1715C" w:rsidRPr="00921753">
            <w:t>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</w:t>
          </w:r>
          <w:r w:rsidR="00395AD3">
            <w:t>O</w:t>
          </w:r>
          <w:bookmarkStart w:id="0" w:name="_GoBack"/>
          <w:bookmarkEnd w:id="0"/>
          <w:r w:rsidRPr="00921753">
            <w:t>: 709 94 234 DIČ: CZ 709 94 234</w:t>
          </w:r>
        </w:p>
        <w:p w:rsidR="00F1715C" w:rsidRPr="00921753" w:rsidRDefault="00333959" w:rsidP="00460660">
          <w:pPr>
            <w:pStyle w:val="Zpat"/>
          </w:pPr>
          <w:r>
            <w:t>www.spravazeleznic</w:t>
          </w:r>
          <w:r w:rsidR="00F1715C" w:rsidRPr="00921753">
            <w:t>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5820E9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1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0E9" w:rsidRDefault="005820E9" w:rsidP="00962258">
      <w:pPr>
        <w:spacing w:after="0" w:line="240" w:lineRule="auto"/>
      </w:pPr>
      <w:r>
        <w:separator/>
      </w:r>
    </w:p>
  </w:footnote>
  <w:footnote w:type="continuationSeparator" w:id="0">
    <w:p w:rsidR="005820E9" w:rsidRDefault="005820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959" w:rsidRDefault="0033395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5820E9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4" type="#_x0000_t75" style="position:absolute;margin-left:46.5pt;margin-top:33.6pt;width:136.05pt;height:50.45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0778B"/>
    <w:rsid w:val="0001677E"/>
    <w:rsid w:val="00030F9F"/>
    <w:rsid w:val="00072C1E"/>
    <w:rsid w:val="0008786E"/>
    <w:rsid w:val="000A0BD9"/>
    <w:rsid w:val="000A5C23"/>
    <w:rsid w:val="000E23A7"/>
    <w:rsid w:val="000E3BFD"/>
    <w:rsid w:val="0010693F"/>
    <w:rsid w:val="00114472"/>
    <w:rsid w:val="00141D40"/>
    <w:rsid w:val="001550BC"/>
    <w:rsid w:val="001605B9"/>
    <w:rsid w:val="00167981"/>
    <w:rsid w:val="00170EC5"/>
    <w:rsid w:val="001747C1"/>
    <w:rsid w:val="00184743"/>
    <w:rsid w:val="001C76C1"/>
    <w:rsid w:val="001E3D9B"/>
    <w:rsid w:val="001E69D1"/>
    <w:rsid w:val="00207DF5"/>
    <w:rsid w:val="00280E07"/>
    <w:rsid w:val="002C31BF"/>
    <w:rsid w:val="002D08B1"/>
    <w:rsid w:val="002E0CD7"/>
    <w:rsid w:val="002E6199"/>
    <w:rsid w:val="00330402"/>
    <w:rsid w:val="00333959"/>
    <w:rsid w:val="00357BC6"/>
    <w:rsid w:val="003956C6"/>
    <w:rsid w:val="00395AD3"/>
    <w:rsid w:val="003B4123"/>
    <w:rsid w:val="004376A8"/>
    <w:rsid w:val="00450F07"/>
    <w:rsid w:val="00453CD3"/>
    <w:rsid w:val="00460660"/>
    <w:rsid w:val="00486107"/>
    <w:rsid w:val="00491827"/>
    <w:rsid w:val="004A1FFD"/>
    <w:rsid w:val="004A6416"/>
    <w:rsid w:val="004C422C"/>
    <w:rsid w:val="004C4399"/>
    <w:rsid w:val="004C75D7"/>
    <w:rsid w:val="004C787C"/>
    <w:rsid w:val="004E143C"/>
    <w:rsid w:val="004E3A53"/>
    <w:rsid w:val="004F4B9B"/>
    <w:rsid w:val="00501C86"/>
    <w:rsid w:val="00511AB9"/>
    <w:rsid w:val="00523EA7"/>
    <w:rsid w:val="00553375"/>
    <w:rsid w:val="005736B7"/>
    <w:rsid w:val="00575E5A"/>
    <w:rsid w:val="005820E9"/>
    <w:rsid w:val="005B38A1"/>
    <w:rsid w:val="005C4D0E"/>
    <w:rsid w:val="005C63A7"/>
    <w:rsid w:val="005D10C2"/>
    <w:rsid w:val="005F1404"/>
    <w:rsid w:val="0061068E"/>
    <w:rsid w:val="00660AD3"/>
    <w:rsid w:val="00677B7F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E4A6E"/>
    <w:rsid w:val="007F56A7"/>
    <w:rsid w:val="00807DD0"/>
    <w:rsid w:val="008659F3"/>
    <w:rsid w:val="00881F93"/>
    <w:rsid w:val="00886D4B"/>
    <w:rsid w:val="00895406"/>
    <w:rsid w:val="008A3568"/>
    <w:rsid w:val="008D03B9"/>
    <w:rsid w:val="008F18D6"/>
    <w:rsid w:val="00901B53"/>
    <w:rsid w:val="00904780"/>
    <w:rsid w:val="00921753"/>
    <w:rsid w:val="00922385"/>
    <w:rsid w:val="009223DF"/>
    <w:rsid w:val="009262DB"/>
    <w:rsid w:val="00936091"/>
    <w:rsid w:val="00940D8A"/>
    <w:rsid w:val="00947836"/>
    <w:rsid w:val="00962258"/>
    <w:rsid w:val="009678B7"/>
    <w:rsid w:val="009833E1"/>
    <w:rsid w:val="00992D9C"/>
    <w:rsid w:val="00996CB8"/>
    <w:rsid w:val="009B14A9"/>
    <w:rsid w:val="009B2E97"/>
    <w:rsid w:val="009E0282"/>
    <w:rsid w:val="009E07F4"/>
    <w:rsid w:val="009F392E"/>
    <w:rsid w:val="009F7094"/>
    <w:rsid w:val="00A226F9"/>
    <w:rsid w:val="00A27CDA"/>
    <w:rsid w:val="00A6177B"/>
    <w:rsid w:val="00A66136"/>
    <w:rsid w:val="00A76430"/>
    <w:rsid w:val="00AA4CBB"/>
    <w:rsid w:val="00AA59B5"/>
    <w:rsid w:val="00AA65FA"/>
    <w:rsid w:val="00AA7351"/>
    <w:rsid w:val="00AB29F1"/>
    <w:rsid w:val="00AD056F"/>
    <w:rsid w:val="00AD6731"/>
    <w:rsid w:val="00B15D0D"/>
    <w:rsid w:val="00B5626A"/>
    <w:rsid w:val="00B72C5E"/>
    <w:rsid w:val="00B75EE1"/>
    <w:rsid w:val="00B77481"/>
    <w:rsid w:val="00B8518B"/>
    <w:rsid w:val="00BB62E5"/>
    <w:rsid w:val="00BB6FF0"/>
    <w:rsid w:val="00BD7E91"/>
    <w:rsid w:val="00BF3DE2"/>
    <w:rsid w:val="00C02D0A"/>
    <w:rsid w:val="00C03A6E"/>
    <w:rsid w:val="00C27189"/>
    <w:rsid w:val="00C44F6A"/>
    <w:rsid w:val="00C47AE3"/>
    <w:rsid w:val="00C55385"/>
    <w:rsid w:val="00C92841"/>
    <w:rsid w:val="00C97C5E"/>
    <w:rsid w:val="00CD1FC4"/>
    <w:rsid w:val="00D14CF1"/>
    <w:rsid w:val="00D21061"/>
    <w:rsid w:val="00D4108E"/>
    <w:rsid w:val="00D6163D"/>
    <w:rsid w:val="00D831A3"/>
    <w:rsid w:val="00DC75F3"/>
    <w:rsid w:val="00DD46F3"/>
    <w:rsid w:val="00DD691C"/>
    <w:rsid w:val="00DE56F2"/>
    <w:rsid w:val="00DF116D"/>
    <w:rsid w:val="00E207B2"/>
    <w:rsid w:val="00E30061"/>
    <w:rsid w:val="00EB104F"/>
    <w:rsid w:val="00EC6517"/>
    <w:rsid w:val="00ED14BD"/>
    <w:rsid w:val="00EE3A71"/>
    <w:rsid w:val="00F0533E"/>
    <w:rsid w:val="00F1048D"/>
    <w:rsid w:val="00F12DEC"/>
    <w:rsid w:val="00F1715C"/>
    <w:rsid w:val="00F2640D"/>
    <w:rsid w:val="00F310F8"/>
    <w:rsid w:val="00F35939"/>
    <w:rsid w:val="00F45607"/>
    <w:rsid w:val="00F60828"/>
    <w:rsid w:val="00F659EB"/>
    <w:rsid w:val="00F81E4C"/>
    <w:rsid w:val="00F86BA6"/>
    <w:rsid w:val="00FC6389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5"/>
    <o:shapelayout v:ext="edit">
      <o:idmap v:ext="edit" data="1"/>
    </o:shapelayout>
  </w:shapeDefaults>
  <w:decimalSymbol w:val=","/>
  <w:listSeparator w:val=";"/>
  <w14:docId w14:val="13ED2BBF"/>
  <w14:defaultImageDpi w14:val="32767"/>
  <w15:docId w15:val="{69550537-5BDF-4FF4-8B1D-01E4090D6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82F0D0-C69E-49B7-B0AE-2ABB9D870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hlavickovy-papir_VZOR.dotx</Template>
  <TotalTime>7</TotalTime>
  <Pages>1</Pages>
  <Words>297</Words>
  <Characters>1754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Klomfarová Jana, Ing.</cp:lastModifiedBy>
  <cp:revision>24</cp:revision>
  <cp:lastPrinted>2019-02-12T12:02:00Z</cp:lastPrinted>
  <dcterms:created xsi:type="dcterms:W3CDTF">2019-02-12T12:33:00Z</dcterms:created>
  <dcterms:modified xsi:type="dcterms:W3CDTF">2020-08-26T09:23:00Z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